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C1002">
        <w:rPr>
          <w:rFonts w:ascii="Corbel" w:hAnsi="Corbel"/>
          <w:b/>
          <w:smallCaps/>
          <w:sz w:val="24"/>
          <w:szCs w:val="24"/>
        </w:rPr>
        <w:t>20</w:t>
      </w:r>
      <w:r w:rsidR="005A775E">
        <w:rPr>
          <w:rFonts w:ascii="Corbel" w:hAnsi="Corbel"/>
          <w:b/>
          <w:smallCaps/>
          <w:sz w:val="24"/>
          <w:szCs w:val="24"/>
        </w:rPr>
        <w:t>20</w:t>
      </w:r>
      <w:r w:rsidR="00BC1002">
        <w:rPr>
          <w:rFonts w:ascii="Corbel" w:hAnsi="Corbel"/>
          <w:b/>
          <w:smallCaps/>
          <w:sz w:val="24"/>
          <w:szCs w:val="24"/>
        </w:rPr>
        <w:t>-202</w:t>
      </w:r>
      <w:r w:rsidR="005A775E">
        <w:rPr>
          <w:rFonts w:ascii="Corbel" w:hAnsi="Corbel"/>
          <w:b/>
          <w:smallCaps/>
          <w:sz w:val="24"/>
          <w:szCs w:val="24"/>
        </w:rPr>
        <w:t>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6092919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540F06">
        <w:rPr>
          <w:rFonts w:ascii="Corbel" w:hAnsi="Corbel"/>
          <w:sz w:val="20"/>
          <w:szCs w:val="20"/>
        </w:rPr>
        <w:t>20</w:t>
      </w:r>
      <w:r w:rsidR="005A775E">
        <w:rPr>
          <w:rFonts w:ascii="Corbel" w:hAnsi="Corbel"/>
          <w:sz w:val="20"/>
          <w:szCs w:val="20"/>
        </w:rPr>
        <w:t>21</w:t>
      </w:r>
      <w:r w:rsidR="00540F06">
        <w:rPr>
          <w:rFonts w:ascii="Corbel" w:hAnsi="Corbel"/>
          <w:sz w:val="20"/>
          <w:szCs w:val="20"/>
        </w:rPr>
        <w:t>-202</w:t>
      </w:r>
      <w:r w:rsidR="005A775E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59943B32" w14:paraId="17C2AE9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C1002" w14:paraId="4B6DC1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pracy i bezrobocia</w:t>
            </w:r>
          </w:p>
        </w:tc>
      </w:tr>
      <w:tr xmlns:wp14="http://schemas.microsoft.com/office/word/2010/wordml" w:rsidRPr="009C54AE" w:rsidR="00BC1002" w:rsidTr="59943B32" w14:paraId="58A173AE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F25CE" w:rsidR="00BC1002" w:rsidP="00B37A82" w:rsidRDefault="00BC1002" w14:paraId="2CA248F5" wp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B37A8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BC1002" w:rsidTr="59943B32" w14:paraId="5C0172EC" wp14:textId="77777777">
        <w:tc>
          <w:tcPr>
            <w:tcW w:w="2694" w:type="dxa"/>
            <w:tcMar/>
            <w:vAlign w:val="center"/>
          </w:tcPr>
          <w:p w:rsidRPr="009C54AE" w:rsidR="00BC1002" w:rsidP="00EA4832" w:rsidRDefault="00BC1002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C1002" w:rsidTr="59943B32" w14:paraId="3A0AC196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36BF79A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E0D1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xmlns:wp14="http://schemas.microsoft.com/office/word/2010/wordml" w:rsidRPr="009C54AE" w:rsidR="00BC1002" w:rsidTr="59943B32" w14:paraId="4DAAD0C5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BC1002" w:rsidTr="59943B32" w14:paraId="1CF479FC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BC1002" w:rsidTr="59943B32" w14:paraId="020B26A7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BC1002" w:rsidTr="59943B32" w14:paraId="5B469018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BC1002" w:rsidTr="59943B32" w14:paraId="341E0E4F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9C54AE" w:rsidR="00BC1002" w:rsidTr="59943B32" w14:paraId="1F36C07E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5A775E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BC1002" w:rsidTr="59943B32" w14:paraId="756AAB1C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209DE2A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BC1002" w:rsidTr="59943B32" w14:paraId="42A33260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7C3B98B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xmlns:wp14="http://schemas.microsoft.com/office/word/2010/wordml" w:rsidRPr="009C54AE" w:rsidR="00BC1002" w:rsidTr="59943B32" w14:paraId="522CED74" wp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59943B32" w:rsidRDefault="00BC1002" w14:paraId="521AEC2D" wp14:textId="2173428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59943B32" w:rsidR="09BAFBA8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5A775E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5A775E" w14:paraId="474ABA0F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0728C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C1002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C1002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5B4B4C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BC1002" w14:paraId="078AA4B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58354B20" wp14:textId="77777777">
        <w:tc>
          <w:tcPr>
            <w:tcW w:w="9670" w:type="dxa"/>
          </w:tcPr>
          <w:p w:rsidRPr="009C54AE" w:rsidR="0085747A" w:rsidP="005B4B4C" w:rsidRDefault="005B4B4C" w14:paraId="367D0C4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socjologii, psychologii społecznej oraz ekonomii i polityki społecznej.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043CA9" w:rsidP="009C54AE" w:rsidRDefault="00043CA9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43CA9" w:rsidR="00F83B28" w:rsidP="00043CA9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13498962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5B4B4C" w14:paraId="352C6E8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wiedzę z zakresu socjologii pracy i bezrobocia.</w:t>
            </w:r>
          </w:p>
        </w:tc>
      </w:tr>
      <w:tr xmlns:wp14="http://schemas.microsoft.com/office/word/2010/wordml" w:rsidRPr="009C54AE" w:rsidR="0085747A" w:rsidTr="00923D7D" w14:paraId="149B4E21" wp14:textId="77777777">
        <w:tc>
          <w:tcPr>
            <w:tcW w:w="851" w:type="dxa"/>
            <w:vAlign w:val="center"/>
          </w:tcPr>
          <w:p w:rsidRPr="009C54AE" w:rsidR="0085747A" w:rsidP="009C54AE" w:rsidRDefault="005B4B4C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3C17D5" w14:paraId="6FD26390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określić znaczenie pracy w życiu jednostki i społeczeństwa, wskazuje  na podmiotowość człowieka w procesie pracy.</w:t>
            </w:r>
          </w:p>
        </w:tc>
      </w:tr>
      <w:tr xmlns:wp14="http://schemas.microsoft.com/office/word/2010/wordml" w:rsidRPr="009C54AE" w:rsidR="0085747A" w:rsidTr="00923D7D" w14:paraId="47DD74CC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B4B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3C17D5" w14:paraId="7A06FE2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analizuje czynniki integrujące oraz dezintegrujące pojawiające się w sytuacji pracy, w danej organizacji.</w:t>
            </w:r>
          </w:p>
        </w:tc>
      </w:tr>
      <w:tr xmlns:wp14="http://schemas.microsoft.com/office/word/2010/wordml" w:rsidRPr="009C54AE" w:rsidR="003C17D5" w:rsidTr="00923D7D" w14:paraId="5F3AA7F4" wp14:textId="77777777">
        <w:tc>
          <w:tcPr>
            <w:tcW w:w="851" w:type="dxa"/>
            <w:vAlign w:val="center"/>
          </w:tcPr>
          <w:p w:rsidRPr="009C54AE" w:rsidR="003C17D5" w:rsidP="009C54AE" w:rsidRDefault="007977DE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977DE" w:rsidR="003C17D5" w:rsidP="007977DE" w:rsidRDefault="007977DE" w14:paraId="4B35ABA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wskazuje wpływy integracji, globalizacji, migracji na pracę.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043CA9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1B784A21" wp14:textId="77777777">
        <w:tc>
          <w:tcPr>
            <w:tcW w:w="1701" w:type="dxa"/>
          </w:tcPr>
          <w:p w:rsidRPr="009C54AE" w:rsidR="0085747A" w:rsidP="009C54AE" w:rsidRDefault="00455F1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87565A" w:rsidR="0085747A" w:rsidP="0087565A" w:rsidRDefault="00C26E87" w14:paraId="2A28B14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 elementy struktur społecznych wchodzących w skład instytucji życia publicznego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szczególności z zakresu rynku pracy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oraz ich instrumenty formalno-prawne.</w:t>
            </w:r>
          </w:p>
        </w:tc>
        <w:tc>
          <w:tcPr>
            <w:tcW w:w="1873" w:type="dxa"/>
          </w:tcPr>
          <w:p w:rsidRPr="009C54AE" w:rsidR="0085747A" w:rsidP="009C54AE" w:rsidRDefault="00BC1002" w14:paraId="0733428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85747A" w:rsidTr="005E6E85" w14:paraId="07D4BE65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7565A" w:rsidR="0085747A" w:rsidP="0087565A" w:rsidRDefault="00C26E87" w14:paraId="59F4957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osiada wiedzę na temat 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mechanizm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człowieka 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rynku pracy</w:t>
            </w:r>
          </w:p>
        </w:tc>
        <w:tc>
          <w:tcPr>
            <w:tcW w:w="1873" w:type="dxa"/>
          </w:tcPr>
          <w:p w:rsidRPr="009C54AE" w:rsidR="0085747A" w:rsidP="009C54AE" w:rsidRDefault="00BC1002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xmlns:wp14="http://schemas.microsoft.com/office/word/2010/wordml" w:rsidRPr="009C54AE" w:rsidR="0085747A" w:rsidTr="005E6E85" w14:paraId="376C7E18" wp14:textId="77777777">
        <w:tc>
          <w:tcPr>
            <w:tcW w:w="1701" w:type="dxa"/>
          </w:tcPr>
          <w:p w:rsidRPr="009C54AE" w:rsidR="0085747A" w:rsidP="00BC1002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100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87565A" w:rsidR="0085747A" w:rsidP="0087565A" w:rsidRDefault="00C26E87" w14:paraId="660862B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rawidłowo interpret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zjawiska społeczne (kulturowe, polityczne, prawne, ekonomiczne) i identyfik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ich związek z problematyką pracy socjalnej;  prawidłowo rozróżnia zjawiska społeczne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ważne dla procesów kształtujących problemy związywane z pracą socjalną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BC1002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BC1002" w:rsidTr="005E6E85" w14:paraId="5BF5126A" wp14:textId="77777777">
        <w:tc>
          <w:tcPr>
            <w:tcW w:w="1701" w:type="dxa"/>
          </w:tcPr>
          <w:p w:rsidRPr="009C54AE" w:rsidR="00BC1002" w:rsidP="009C54AE" w:rsidRDefault="00BC1002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87565A" w:rsidR="00BC1002" w:rsidP="0087565A" w:rsidRDefault="00C26E87" w14:paraId="56F0B660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ykorzyst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teoretyczną o procesach zachodzących w społeczeństwie do szczegółowego opisu kwestii związanych z prac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i bezrobociem</w:t>
            </w:r>
          </w:p>
        </w:tc>
        <w:tc>
          <w:tcPr>
            <w:tcW w:w="1873" w:type="dxa"/>
          </w:tcPr>
          <w:p w:rsidRPr="00BC1002" w:rsidR="00BC1002" w:rsidP="009C54AE" w:rsidRDefault="00BC1002" w14:paraId="5E6EAE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xmlns:wp14="http://schemas.microsoft.com/office/word/2010/wordml" w:rsidRPr="009C54AE" w:rsidR="00BC1002" w:rsidTr="005E6E85" w14:paraId="7BEBAE61" wp14:textId="77777777">
        <w:tc>
          <w:tcPr>
            <w:tcW w:w="1701" w:type="dxa"/>
          </w:tcPr>
          <w:p w:rsidRPr="009C54AE" w:rsidR="00BC1002" w:rsidP="009C54AE" w:rsidRDefault="00BC1002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87565A" w:rsidR="00BC1002" w:rsidP="0087565A" w:rsidRDefault="00C26E87" w14:paraId="117E78C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oskonal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w zakresie rozwoju osobistego, wyznacza kierunków własnego rozwoju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kształcenia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zawodowego oraz dokształcania się w sferze zawodowej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BC1002" w:rsidR="00BC1002" w:rsidP="009C54AE" w:rsidRDefault="00BC1002" w14:paraId="28A130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xmlns:wp14="http://schemas.microsoft.com/office/word/2010/wordml" w:rsidRPr="009C54AE" w:rsidR="00BC1002" w:rsidTr="005E6E85" w14:paraId="4644AF6B" wp14:textId="77777777">
        <w:tc>
          <w:tcPr>
            <w:tcW w:w="1701" w:type="dxa"/>
          </w:tcPr>
          <w:p w:rsidRPr="009C54AE" w:rsidR="00BC1002" w:rsidP="009C54AE" w:rsidRDefault="00BC1002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87565A" w:rsidR="00BC1002" w:rsidP="0087565A" w:rsidRDefault="0087565A" w14:paraId="35890B2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uczestnic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 i zespołach zadaniowych; samodzieln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określa i wyznacza priorytet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działaniach zespołowych</w:t>
            </w: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BC1002" w:rsidR="00BC1002" w:rsidP="009C54AE" w:rsidRDefault="00BC1002" w14:paraId="379D87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xmlns:wp14="http://schemas.microsoft.com/office/word/2010/wordml" w:rsidR="007977DE" w:rsidP="009C54AE" w:rsidRDefault="007977DE" w14:paraId="62486C0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7977DE" w:rsidP="009C54AE" w:rsidRDefault="007977DE" w14:paraId="4101652C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1299C43A" wp14:textId="77777777">
        <w:tc>
          <w:tcPr>
            <w:tcW w:w="9639" w:type="dxa"/>
          </w:tcPr>
          <w:p w:rsidRPr="009C54AE" w:rsidR="0085747A" w:rsidP="009C54AE" w:rsidRDefault="0085747A" w14:paraId="4DDBEF00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61D779" wp14:textId="77777777">
        <w:tc>
          <w:tcPr>
            <w:tcW w:w="9639" w:type="dxa"/>
          </w:tcPr>
          <w:p w:rsidRPr="009C54AE" w:rsidR="0085747A" w:rsidP="009C54AE" w:rsidRDefault="0085747A" w14:paraId="3CF2D8B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FB78278" wp14:textId="77777777">
        <w:tc>
          <w:tcPr>
            <w:tcW w:w="9639" w:type="dxa"/>
          </w:tcPr>
          <w:p w:rsidRPr="009C54AE" w:rsidR="0085747A" w:rsidP="009C54AE" w:rsidRDefault="0085747A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E62DC1" w:rsidR="0085747A" w:rsidP="00E62DC1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0B22658" wp14:textId="77777777">
        <w:tc>
          <w:tcPr>
            <w:tcW w:w="9639" w:type="dxa"/>
          </w:tcPr>
          <w:p w:rsidRPr="009548FB" w:rsidR="0085747A" w:rsidP="009548FB" w:rsidRDefault="0087565A" w14:paraId="28449FB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Zajęcia organizacyjne (cele, literatura i zasady oceny studentów). Socjologia pracy i bezrobocia  jako subdyscypliny socjologii.</w:t>
            </w:r>
          </w:p>
        </w:tc>
      </w:tr>
      <w:tr xmlns:wp14="http://schemas.microsoft.com/office/word/2010/wordml" w:rsidRPr="009C54AE" w:rsidR="0087565A" w:rsidTr="00923D7D" w14:paraId="3670AC31" wp14:textId="77777777">
        <w:tc>
          <w:tcPr>
            <w:tcW w:w="9639" w:type="dxa"/>
          </w:tcPr>
          <w:p w:rsidRPr="009548FB" w:rsidR="000E3FF6" w:rsidP="000E3FF6" w:rsidRDefault="0087565A" w14:paraId="1ADC56D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Problematyka pracy i bezrobocia w teoriach socjologicznych oraz 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badaniach.</w:t>
            </w:r>
            <w:r w:rsidRPr="000E3FF6"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Przyczyny bezrobocia: demograficzne, prawne, ekonomiczne, polityczne, technologiczne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3FF6"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Bezrobocie jako kwestia społeczna, następstwa społeczne zjawiska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9C54AE" w:rsidR="0087565A" w:rsidTr="00923D7D" w14:paraId="5C4DB27D" wp14:textId="77777777">
        <w:tc>
          <w:tcPr>
            <w:tcW w:w="9639" w:type="dxa"/>
          </w:tcPr>
          <w:p w:rsidRPr="009548FB" w:rsidR="0087565A" w:rsidP="00921045" w:rsidRDefault="0087565A" w14:paraId="100AD16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Wymiary pracy i jej wartość w życiu człowieka. </w:t>
            </w:r>
          </w:p>
        </w:tc>
      </w:tr>
      <w:tr xmlns:wp14="http://schemas.microsoft.com/office/word/2010/wordml" w:rsidRPr="009C54AE" w:rsidR="00921045" w:rsidTr="00923D7D" w14:paraId="1640F355" wp14:textId="77777777">
        <w:tc>
          <w:tcPr>
            <w:tcW w:w="9639" w:type="dxa"/>
          </w:tcPr>
          <w:p w:rsidRPr="009548FB" w:rsidR="00921045" w:rsidP="009548FB" w:rsidRDefault="00921045" w14:paraId="21EB0F2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jako system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9C54AE" w:rsidR="0087565A" w:rsidTr="00923D7D" w14:paraId="2EF267DA" wp14:textId="77777777">
        <w:tc>
          <w:tcPr>
            <w:tcW w:w="9639" w:type="dxa"/>
          </w:tcPr>
          <w:p w:rsidRPr="009548FB" w:rsidR="0087565A" w:rsidP="009548FB" w:rsidRDefault="0087565A" w14:paraId="5C00D61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kacja w organizacji. </w:t>
            </w:r>
          </w:p>
        </w:tc>
      </w:tr>
      <w:tr xmlns:wp14="http://schemas.microsoft.com/office/word/2010/wordml" w:rsidRPr="009C54AE" w:rsidR="0087565A" w:rsidTr="00923D7D" w14:paraId="09210BA9" wp14:textId="77777777">
        <w:tc>
          <w:tcPr>
            <w:tcW w:w="9639" w:type="dxa"/>
          </w:tcPr>
          <w:p w:rsidRPr="009548FB" w:rsidR="0087565A" w:rsidP="009548FB" w:rsidRDefault="0087565A" w14:paraId="7291CD1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Społeczność zakładu pracy i stosunki pracy.</w:t>
            </w:r>
          </w:p>
        </w:tc>
      </w:tr>
      <w:tr xmlns:wp14="http://schemas.microsoft.com/office/word/2010/wordml" w:rsidRPr="009C54AE" w:rsidR="0087565A" w:rsidTr="00923D7D" w14:paraId="64F38AD3" wp14:textId="77777777">
        <w:tc>
          <w:tcPr>
            <w:tcW w:w="9639" w:type="dxa"/>
          </w:tcPr>
          <w:p w:rsidRPr="009548FB" w:rsidR="0087565A" w:rsidP="009548FB" w:rsidRDefault="0087565A" w14:paraId="146924C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Kultura organizacyjna. Organizacja pracy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Etyka zawodowa.</w:t>
            </w:r>
          </w:p>
        </w:tc>
      </w:tr>
      <w:tr xmlns:wp14="http://schemas.microsoft.com/office/word/2010/wordml" w:rsidRPr="009C54AE" w:rsidR="0087565A" w:rsidTr="00923D7D" w14:paraId="51B57060" wp14:textId="77777777">
        <w:tc>
          <w:tcPr>
            <w:tcW w:w="9639" w:type="dxa"/>
          </w:tcPr>
          <w:p w:rsidRPr="009548FB" w:rsidR="0087565A" w:rsidP="009548FB" w:rsidRDefault="0087565A" w14:paraId="1EED2797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Kierowanie zespołem. Współpraca i dezintegracja w zespole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9C54AE" w:rsidR="009548FB" w:rsidTr="00923D7D" w14:paraId="540C348C" wp14:textId="77777777">
        <w:tc>
          <w:tcPr>
            <w:tcW w:w="9639" w:type="dxa"/>
          </w:tcPr>
          <w:p w:rsidRPr="009548FB" w:rsidR="009548FB" w:rsidP="009548FB" w:rsidRDefault="009548FB" w14:paraId="356A9CB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Mobbing</w:t>
            </w:r>
            <w:proofErr w:type="spellEnd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dyskryminacja.</w:t>
            </w:r>
          </w:p>
        </w:tc>
      </w:tr>
      <w:tr xmlns:wp14="http://schemas.microsoft.com/office/word/2010/wordml" w:rsidRPr="009C54AE" w:rsidR="009548FB" w:rsidTr="00923D7D" w14:paraId="3A664532" wp14:textId="77777777">
        <w:tc>
          <w:tcPr>
            <w:tcW w:w="9639" w:type="dxa"/>
          </w:tcPr>
          <w:p w:rsidRPr="009548FB" w:rsidR="009548FB" w:rsidP="009548FB" w:rsidRDefault="009548FB" w14:paraId="180B560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Pracownicy a zmiany w organizacji. Organizacja XXI wieku: działalność i rozwój pod wpływem współczesnych procesów integracji i globalizacji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9C54AE" w:rsidR="005C3F23" w:rsidTr="00923D7D" w14:paraId="7FAE178F" wp14:textId="77777777">
        <w:tc>
          <w:tcPr>
            <w:tcW w:w="9639" w:type="dxa"/>
          </w:tcPr>
          <w:p w:rsidRPr="009548FB" w:rsidR="005C3F23" w:rsidP="009548FB" w:rsidRDefault="005C3F23" w14:paraId="3EDF447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Awans, kariera i sukces.</w:t>
            </w:r>
          </w:p>
        </w:tc>
      </w:tr>
      <w:tr xmlns:wp14="http://schemas.microsoft.com/office/word/2010/wordml" w:rsidRPr="009C54AE" w:rsidR="00A0701A" w:rsidTr="00923D7D" w14:paraId="5149D1C3" wp14:textId="77777777">
        <w:tc>
          <w:tcPr>
            <w:tcW w:w="9639" w:type="dxa"/>
          </w:tcPr>
          <w:p w:rsidR="00A0701A" w:rsidP="009548FB" w:rsidRDefault="00A0701A" w14:paraId="7DF8C8AC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samym sobą.</w:t>
            </w:r>
          </w:p>
        </w:tc>
      </w:tr>
      <w:tr xmlns:wp14="http://schemas.microsoft.com/office/word/2010/wordml" w:rsidRPr="009C54AE" w:rsidR="0087565A" w:rsidTr="00923D7D" w14:paraId="337294FC" wp14:textId="77777777">
        <w:tc>
          <w:tcPr>
            <w:tcW w:w="9639" w:type="dxa"/>
          </w:tcPr>
          <w:p w:rsidRPr="009548FB" w:rsidR="0087565A" w:rsidP="009548FB" w:rsidRDefault="009548FB" w14:paraId="5706CE07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pracy – zachowania i oczekiwania pracodawców i pracowników.</w:t>
            </w:r>
          </w:p>
        </w:tc>
      </w:tr>
      <w:tr xmlns:wp14="http://schemas.microsoft.com/office/word/2010/wordml" w:rsidRPr="009C54AE" w:rsidR="0087565A" w:rsidTr="00923D7D" w14:paraId="5990DF09" wp14:textId="77777777">
        <w:tc>
          <w:tcPr>
            <w:tcW w:w="9639" w:type="dxa"/>
          </w:tcPr>
          <w:p w:rsidRPr="009548FB" w:rsidR="0087565A" w:rsidP="009548FB" w:rsidRDefault="009548FB" w14:paraId="31756F5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rynek pracy w okresie przemian systemowych po 1990 r. Instytucje rynku pracy i programy przeciwdziałania bezrobociu i wykluczeniu społecznemu realizowane przez publiczne służby zatrudnienia</w:t>
            </w:r>
          </w:p>
        </w:tc>
      </w:tr>
      <w:tr xmlns:wp14="http://schemas.microsoft.com/office/word/2010/wordml" w:rsidRPr="009C54AE" w:rsidR="0087565A" w:rsidTr="00923D7D" w14:paraId="6C08AED1" wp14:textId="77777777">
        <w:tc>
          <w:tcPr>
            <w:tcW w:w="9639" w:type="dxa"/>
          </w:tcPr>
          <w:p w:rsidRPr="009548FB" w:rsidR="0087565A" w:rsidP="009548FB" w:rsidRDefault="009548FB" w14:paraId="10C11D0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Polityki horyzontalne UE. Równość szans kobiet i mężczyzn oraz swoboda przepływu osób na rynku pracy UE.</w:t>
            </w:r>
          </w:p>
        </w:tc>
      </w:tr>
      <w:tr xmlns:wp14="http://schemas.microsoft.com/office/word/2010/wordml" w:rsidRPr="009C54AE" w:rsidR="0087565A" w:rsidTr="00923D7D" w14:paraId="6039CC73" wp14:textId="77777777">
        <w:tc>
          <w:tcPr>
            <w:tcW w:w="9639" w:type="dxa"/>
          </w:tcPr>
          <w:p w:rsidRPr="009548FB" w:rsidR="0087565A" w:rsidP="009548FB" w:rsidRDefault="009548FB" w14:paraId="1C0D011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Migracja zarobkowa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xmlns:wp14="http://schemas.microsoft.com/office/word/2010/wordml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9548FB" w14:paraId="2E507B6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wykład z prezentacją multimedialną, analiza tekstów z dyskusją, praca w grupach (dyskusja).</w:t>
      </w:r>
    </w:p>
    <w:p xmlns:wp14="http://schemas.microsoft.com/office/word/2010/wordml" w:rsidR="00E960BB" w:rsidP="009C54AE" w:rsidRDefault="00E960BB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E62DC1" w:rsidR="0085747A" w:rsidP="00E62DC1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69C21651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5A775E" w:rsidR="0085747A" w:rsidP="009C54AE" w:rsidRDefault="009548FB" w14:paraId="216EEB9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775E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9C54AE" w:rsidR="0085747A" w:rsidP="009C54AE" w:rsidRDefault="009548FB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85747A" w:rsidTr="00C05F44" w14:paraId="0BC7A712" wp14:textId="77777777">
        <w:tc>
          <w:tcPr>
            <w:tcW w:w="1985" w:type="dxa"/>
          </w:tcPr>
          <w:p w:rsidRPr="009C54AE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9548FB" w14:paraId="4E0D8D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85747A" w:rsidP="009C54AE" w:rsidRDefault="009548FB" w14:paraId="569C77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548FB" w:rsidTr="00C05F44" w14:paraId="2E1B34DA" wp14:textId="77777777">
        <w:tc>
          <w:tcPr>
            <w:tcW w:w="1985" w:type="dxa"/>
          </w:tcPr>
          <w:p w:rsidRPr="009C54AE" w:rsidR="009548FB" w:rsidP="009C54AE" w:rsidRDefault="009548FB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9548FB" w:rsidP="009C54AE" w:rsidRDefault="009548FB" w14:paraId="2D50CC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9548FB" w:rsidP="009C54AE" w:rsidRDefault="009548FB" w14:paraId="6EBE0F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548FB" w:rsidTr="00C05F44" w14:paraId="00DFF7B1" wp14:textId="77777777">
        <w:tc>
          <w:tcPr>
            <w:tcW w:w="1985" w:type="dxa"/>
          </w:tcPr>
          <w:p w:rsidRPr="009C54AE" w:rsidR="009548FB" w:rsidP="009C54AE" w:rsidRDefault="009548FB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9548FB" w:rsidP="009C54AE" w:rsidRDefault="009548FB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548FB" w:rsidP="009C54AE" w:rsidRDefault="009548FB" w14:paraId="3B9366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548FB" w:rsidTr="00C05F44" w14:paraId="051AB7E5" wp14:textId="77777777">
        <w:tc>
          <w:tcPr>
            <w:tcW w:w="1985" w:type="dxa"/>
          </w:tcPr>
          <w:p w:rsidRPr="009C54AE" w:rsidR="009548FB" w:rsidP="009C54AE" w:rsidRDefault="009548FB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9548FB" w:rsidP="009C54AE" w:rsidRDefault="009548FB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548FB" w:rsidP="009C54AE" w:rsidRDefault="009548FB" w14:paraId="693714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548FB" w:rsidTr="00C05F44" w14:paraId="0C6E69A7" wp14:textId="77777777">
        <w:tc>
          <w:tcPr>
            <w:tcW w:w="1985" w:type="dxa"/>
          </w:tcPr>
          <w:p w:rsidRPr="009C54AE" w:rsidR="009548FB" w:rsidP="009C54AE" w:rsidRDefault="009548FB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9548FB" w:rsidP="009C54AE" w:rsidRDefault="009548FB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548FB" w:rsidP="009C54AE" w:rsidRDefault="009548FB" w14:paraId="1799DE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3F102965" wp14:textId="77777777">
        <w:tc>
          <w:tcPr>
            <w:tcW w:w="9670" w:type="dxa"/>
          </w:tcPr>
          <w:p w:rsidRPr="009C54AE" w:rsidR="0085747A" w:rsidP="00B410DC" w:rsidRDefault="00B410DC" w14:paraId="2D3F5BD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w 60 proc. ocena z kolokwium.</w:t>
            </w: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C3F23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C3F23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0C12512A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5C3F23" w14:paraId="33CFEC6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5C3F23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5C3F23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02642DBC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322E60" w14:paraId="3D4601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Pr="009C54AE" w:rsidR="0085747A" w:rsidTr="0071620A" w14:paraId="7FA1E50C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322E60" w14:paraId="3AEC69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Pr="009C54AE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E62DC1" w14:paraId="2E18EA78" wp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A600F5" w:rsidR="005C3F23" w:rsidP="00A600F5" w:rsidRDefault="005C3F23" w14:paraId="4817B95A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Januszek H., Sikora J.,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1998.</w:t>
            </w:r>
          </w:p>
          <w:p w:rsidRPr="00A600F5" w:rsidR="005C3F23" w:rsidP="00A600F5" w:rsidRDefault="005C3F23" w14:paraId="1E97F47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 S.,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 w zakładzie pracy. Nowe wyzwania i perspektywy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2002.</w:t>
            </w:r>
          </w:p>
          <w:p w:rsidRPr="00A600F5" w:rsidR="005C3F23" w:rsidP="00A600F5" w:rsidRDefault="005C3F23" w14:paraId="378F492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Drucker P.F.,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</w:t>
            </w:r>
            <w:r w:rsidR="00B4786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Warszawa 1999.</w:t>
            </w:r>
          </w:p>
          <w:p w:rsidRPr="00A600F5" w:rsidR="005C3F23" w:rsidP="00A600F5" w:rsidRDefault="005C3F23" w14:paraId="58AFC5E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Aniszewska G. (red.),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organizacyjna w zarządzaniu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:rsidRPr="00A600F5" w:rsidR="005C3F23" w:rsidP="00A600F5" w:rsidRDefault="005C3F23" w14:paraId="5567519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Beck U.,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ryzyka. W drodze do inne</w:t>
            </w:r>
            <w:r w:rsidRPr="00890035" w:rsid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 nowoczesności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Pr="00A600F5" w:rsidR="005C3F23" w:rsidP="00A600F5" w:rsidRDefault="005C3F23" w14:paraId="78678CE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Cieślik J.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Przedsiębiorczość dla ambitnych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2006.</w:t>
            </w:r>
          </w:p>
          <w:p w:rsidRPr="00A600F5" w:rsidR="005C3F23" w:rsidP="00A600F5" w:rsidRDefault="005C3F23" w14:paraId="35E0C8C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Kostera M.,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organizacji. Badania etnograficzne polskich firm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2007.</w:t>
            </w:r>
          </w:p>
          <w:p w:rsidRPr="009C54AE" w:rsidR="00A600F5" w:rsidP="00890035" w:rsidRDefault="00A600F5" w14:paraId="4D66DB2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Blikle A.J.,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Rzecz o turkusowej organizacji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II., Warszawa 2018.</w:t>
            </w:r>
            <w:r w:rsidRPr="00890035"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Borkowski T., Marcinkowski A., (red.) </w:t>
            </w:r>
            <w:r w:rsidRPr="00890035" w:rsid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bezrobocia</w:t>
            </w:r>
            <w:r w:rsidRPr="00890035"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1999.</w:t>
            </w:r>
          </w:p>
        </w:tc>
      </w:tr>
      <w:tr xmlns:wp14="http://schemas.microsoft.com/office/word/2010/wordml" w:rsidRPr="009C54AE" w:rsidR="0085747A" w:rsidTr="00E62DC1" w14:paraId="0FDF3B83" wp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600F5" w:rsidR="00807860" w:rsidP="00A600F5" w:rsidRDefault="00807860" w14:paraId="7F6309D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Balcerzak-Paradowska B. (red.),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i polityka społeczna – współczesne tendencje i wyzwania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Pr="00A600F5" w:rsidR="00807860" w:rsidP="00A600F5" w:rsidRDefault="00807860" w14:paraId="6E63F5F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Bauman Z.,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Praca, konsumpcjonizm i nowi ubodzy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  <w:r w:rsidRPr="00A600F5" w:rsid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A600F5" w:rsidR="00807860" w:rsidP="00A600F5" w:rsidRDefault="00807860" w14:paraId="3CB6498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Bednarski M.,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Frieske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na czas określony w polskiej gospodarce. Społeczne i ekonomiczne konsekwencje zjawiska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2012.</w:t>
            </w:r>
          </w:p>
          <w:p w:rsidRPr="00A600F5" w:rsidR="00807860" w:rsidP="00A600F5" w:rsidRDefault="00807860" w14:paraId="73F4288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Gałkowski J.W.,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Ziemski los człowieka. Jana Pawła II myśl o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2004.</w:t>
            </w:r>
          </w:p>
          <w:p w:rsidRPr="00A600F5" w:rsidR="00807860" w:rsidP="00A600F5" w:rsidRDefault="00807860" w14:paraId="67A06FB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Giddens A,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2004, s. 79-80, 366-441.</w:t>
            </w:r>
          </w:p>
          <w:p w:rsidRPr="00A600F5" w:rsidR="00807860" w:rsidP="00A600F5" w:rsidRDefault="00807860" w14:paraId="0FC95AA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Jezior J.,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Wartość pracy. Studium socjologiczne na podstawie badań w regionie środkowowschodniej Polski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2005, s.24-76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A600F5" w:rsidR="00807860" w:rsidP="00A600F5" w:rsidRDefault="00807860" w14:paraId="7DD05CC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Liszcz T.,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najnowsze wydanie.</w:t>
            </w:r>
          </w:p>
          <w:p w:rsidRPr="00A600F5" w:rsidR="00807860" w:rsidP="00A600F5" w:rsidRDefault="00807860" w14:paraId="48EB853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Marody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N., A.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Giza-Poleszczuk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Przemiany więzi społecznych. Zarys teorii zmiany społeczne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7 Przemiany pracy, s. 217-257.</w:t>
            </w:r>
          </w:p>
          <w:p w:rsidRPr="00A600F5" w:rsidR="00807860" w:rsidP="00A600F5" w:rsidRDefault="00807860" w14:paraId="3A2D48EC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Mazurek F.J,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Godność osoby ludzkiej podstawą praw człowieka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2001, s. 336-355.</w:t>
            </w:r>
          </w:p>
          <w:p w:rsidR="00890035" w:rsidP="00A600F5" w:rsidRDefault="00807860" w14:paraId="19AA805A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Morawski W.,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 i praca. Kontekstowa analiza świata pracy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 pracy w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S. Borkowska,  Warszawa 2004, s.15-35. </w:t>
            </w:r>
          </w:p>
          <w:p w:rsidR="00890035" w:rsidP="00A600F5" w:rsidRDefault="00807860" w14:paraId="093A72E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Mączyńska E.,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Deficyt pracy w cywilizacji wiedzy i niepewności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a rynek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t.2 (red.) S. Partycki, Lublin 2004, s.388-401. </w:t>
            </w:r>
          </w:p>
          <w:p w:rsidRPr="00A600F5" w:rsidR="00807860" w:rsidP="00A600F5" w:rsidRDefault="00807860" w14:paraId="55279D2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Luty-Michalak,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jako metoda rozwiązywania konfliktów o charakterze wertykalnym w przedsiębiorstwach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2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polskie w procesie zmian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(red.), U. </w:t>
            </w:r>
            <w:proofErr w:type="spellStart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Bejma</w:t>
            </w:r>
            <w:proofErr w:type="spellEnd"/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2008, s. 89-107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A600F5" w:rsidR="00807860" w:rsidP="00A600F5" w:rsidRDefault="00807860" w14:paraId="3AAD9B5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Nogalski B., Czubasiewicz H.,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kierowników w procesie pozyskiwania i rozwoju pracowników w przedsiębiorstwie XXI wieku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]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 pracy w XXI wieku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S. Borkowska, Warszawa 2004, s.200-210. </w:t>
            </w:r>
          </w:p>
          <w:p w:rsidR="00890035" w:rsidP="00890035" w:rsidRDefault="00890035" w14:paraId="724733C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łowicz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(red.) </w:t>
            </w:r>
            <w:r w:rsidRPr="00890035" w:rsidR="008078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pracy a koniunktura gospodarcza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600F5" w:rsidR="00807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2011.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890035" w:rsidR="00890035" w:rsidP="00890035" w:rsidRDefault="00890035" w14:paraId="68CD424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Palska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Bieda i dostatek. O nowych stylach życia w Polsce końca lat dziewięćdziesiątych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Pr="009C54AE" w:rsidR="00807860" w:rsidP="00890035" w:rsidRDefault="00890035" w14:paraId="0893C7B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Firlit-Fesnak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proofErr w:type="spellStart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Szylko-Skoczny</w:t>
            </w:r>
            <w:proofErr w:type="spellEnd"/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(red.), </w:t>
            </w:r>
            <w:r w:rsidRPr="008432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 w:rsidRP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</w:tc>
      </w:tr>
    </w:tbl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F53D24" w:rsidP="00C16ABF" w:rsidRDefault="00F53D24" w14:paraId="23DE52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53D24" w:rsidP="00C16ABF" w:rsidRDefault="00F53D24" w14:paraId="52E562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F53D24" w:rsidP="00C16ABF" w:rsidRDefault="00F53D24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53D24" w:rsidP="00C16ABF" w:rsidRDefault="00F53D24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MyMDaytDS3NDBV0lEKTi0uzszPAykwrAUAbsuspiwAAAA="/>
  </w:docVars>
  <w:rsids>
    <w:rsidRoot w:val="00BD66E9"/>
    <w:rsid w:val="000048FD"/>
    <w:rsid w:val="000077B4"/>
    <w:rsid w:val="00015B8F"/>
    <w:rsid w:val="00022ECE"/>
    <w:rsid w:val="0004040A"/>
    <w:rsid w:val="00042A51"/>
    <w:rsid w:val="00042D2E"/>
    <w:rsid w:val="00043CA9"/>
    <w:rsid w:val="00044C82"/>
    <w:rsid w:val="00070ED6"/>
    <w:rsid w:val="000742DC"/>
    <w:rsid w:val="0008103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FF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514"/>
    <w:rsid w:val="001A70D2"/>
    <w:rsid w:val="001D657B"/>
    <w:rsid w:val="001D7B54"/>
    <w:rsid w:val="001E0209"/>
    <w:rsid w:val="001F2CA2"/>
    <w:rsid w:val="0020728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94"/>
    <w:rsid w:val="002F4ABE"/>
    <w:rsid w:val="003018BA"/>
    <w:rsid w:val="0030395F"/>
    <w:rsid w:val="00305C92"/>
    <w:rsid w:val="003151C5"/>
    <w:rsid w:val="00322E60"/>
    <w:rsid w:val="003343CF"/>
    <w:rsid w:val="00346FE9"/>
    <w:rsid w:val="0034759A"/>
    <w:rsid w:val="003503F6"/>
    <w:rsid w:val="003530DD"/>
    <w:rsid w:val="00363F78"/>
    <w:rsid w:val="00394D87"/>
    <w:rsid w:val="003A0A5B"/>
    <w:rsid w:val="003A1176"/>
    <w:rsid w:val="003C0BAE"/>
    <w:rsid w:val="003C17D5"/>
    <w:rsid w:val="003D18A9"/>
    <w:rsid w:val="003D6CE2"/>
    <w:rsid w:val="003E1941"/>
    <w:rsid w:val="003E2FE6"/>
    <w:rsid w:val="003E49D5"/>
    <w:rsid w:val="003F205D"/>
    <w:rsid w:val="003F38C0"/>
    <w:rsid w:val="0040666A"/>
    <w:rsid w:val="00414E3C"/>
    <w:rsid w:val="0042244A"/>
    <w:rsid w:val="0042745A"/>
    <w:rsid w:val="00431D5C"/>
    <w:rsid w:val="004362C6"/>
    <w:rsid w:val="00437FA2"/>
    <w:rsid w:val="00445970"/>
    <w:rsid w:val="00455F16"/>
    <w:rsid w:val="00461EFC"/>
    <w:rsid w:val="004652C2"/>
    <w:rsid w:val="004706D1"/>
    <w:rsid w:val="00471326"/>
    <w:rsid w:val="004748FF"/>
    <w:rsid w:val="0047598D"/>
    <w:rsid w:val="004840FD"/>
    <w:rsid w:val="00485FF3"/>
    <w:rsid w:val="00490F7D"/>
    <w:rsid w:val="00491678"/>
    <w:rsid w:val="00494DB6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F06"/>
    <w:rsid w:val="00543ACC"/>
    <w:rsid w:val="0056696D"/>
    <w:rsid w:val="0059484D"/>
    <w:rsid w:val="005A0855"/>
    <w:rsid w:val="005A3196"/>
    <w:rsid w:val="005A775E"/>
    <w:rsid w:val="005B4B4C"/>
    <w:rsid w:val="005C080F"/>
    <w:rsid w:val="005C3F23"/>
    <w:rsid w:val="005C55E5"/>
    <w:rsid w:val="005C696A"/>
    <w:rsid w:val="005E6E85"/>
    <w:rsid w:val="005F31D2"/>
    <w:rsid w:val="0061029B"/>
    <w:rsid w:val="00617230"/>
    <w:rsid w:val="00621CE1"/>
    <w:rsid w:val="00627FC9"/>
    <w:rsid w:val="00630E71"/>
    <w:rsid w:val="00631E6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E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7DE"/>
    <w:rsid w:val="007A4022"/>
    <w:rsid w:val="007A6E6E"/>
    <w:rsid w:val="007C3299"/>
    <w:rsid w:val="007C3BCC"/>
    <w:rsid w:val="007C4546"/>
    <w:rsid w:val="007D6E56"/>
    <w:rsid w:val="007F4155"/>
    <w:rsid w:val="00807860"/>
    <w:rsid w:val="0081554D"/>
    <w:rsid w:val="0081707E"/>
    <w:rsid w:val="0084326F"/>
    <w:rsid w:val="008449B3"/>
    <w:rsid w:val="00853CC3"/>
    <w:rsid w:val="008552A2"/>
    <w:rsid w:val="0085747A"/>
    <w:rsid w:val="0087565A"/>
    <w:rsid w:val="00884922"/>
    <w:rsid w:val="00885F64"/>
    <w:rsid w:val="00890035"/>
    <w:rsid w:val="008917F9"/>
    <w:rsid w:val="008A45F7"/>
    <w:rsid w:val="008A76B7"/>
    <w:rsid w:val="008C0CC0"/>
    <w:rsid w:val="008C19A9"/>
    <w:rsid w:val="008C379D"/>
    <w:rsid w:val="008C5147"/>
    <w:rsid w:val="008C5359"/>
    <w:rsid w:val="008C5363"/>
    <w:rsid w:val="008D3DFB"/>
    <w:rsid w:val="008E0D17"/>
    <w:rsid w:val="008E64F4"/>
    <w:rsid w:val="008F12C9"/>
    <w:rsid w:val="008F6E29"/>
    <w:rsid w:val="00916188"/>
    <w:rsid w:val="00921045"/>
    <w:rsid w:val="00923D7D"/>
    <w:rsid w:val="009309B4"/>
    <w:rsid w:val="009508DF"/>
    <w:rsid w:val="00950DAC"/>
    <w:rsid w:val="009548FB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1A"/>
    <w:rsid w:val="00A155EE"/>
    <w:rsid w:val="00A2245B"/>
    <w:rsid w:val="00A30110"/>
    <w:rsid w:val="00A36899"/>
    <w:rsid w:val="00A371F6"/>
    <w:rsid w:val="00A43BF6"/>
    <w:rsid w:val="00A53FA5"/>
    <w:rsid w:val="00A54817"/>
    <w:rsid w:val="00A600F5"/>
    <w:rsid w:val="00A601C8"/>
    <w:rsid w:val="00A60799"/>
    <w:rsid w:val="00A61BE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A82"/>
    <w:rsid w:val="00B40ADB"/>
    <w:rsid w:val="00B410DC"/>
    <w:rsid w:val="00B43B77"/>
    <w:rsid w:val="00B43E80"/>
    <w:rsid w:val="00B47867"/>
    <w:rsid w:val="00B607DB"/>
    <w:rsid w:val="00B66529"/>
    <w:rsid w:val="00B75946"/>
    <w:rsid w:val="00B8056E"/>
    <w:rsid w:val="00B819C8"/>
    <w:rsid w:val="00B82308"/>
    <w:rsid w:val="00B85027"/>
    <w:rsid w:val="00B90885"/>
    <w:rsid w:val="00BB0680"/>
    <w:rsid w:val="00BB520A"/>
    <w:rsid w:val="00BC100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E87"/>
    <w:rsid w:val="00C324C1"/>
    <w:rsid w:val="00C36992"/>
    <w:rsid w:val="00C56036"/>
    <w:rsid w:val="00C61DC5"/>
    <w:rsid w:val="00C66B51"/>
    <w:rsid w:val="00C67E92"/>
    <w:rsid w:val="00C70A26"/>
    <w:rsid w:val="00C766DF"/>
    <w:rsid w:val="00C94B98"/>
    <w:rsid w:val="00CA2B96"/>
    <w:rsid w:val="00CA5089"/>
    <w:rsid w:val="00CD5140"/>
    <w:rsid w:val="00CD6897"/>
    <w:rsid w:val="00CE5BAC"/>
    <w:rsid w:val="00CF25BE"/>
    <w:rsid w:val="00CF78ED"/>
    <w:rsid w:val="00D02B25"/>
    <w:rsid w:val="00D02EBA"/>
    <w:rsid w:val="00D17C3C"/>
    <w:rsid w:val="00D25268"/>
    <w:rsid w:val="00D26B2C"/>
    <w:rsid w:val="00D30B9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372"/>
    <w:rsid w:val="00DE09C0"/>
    <w:rsid w:val="00DE4A14"/>
    <w:rsid w:val="00DF320D"/>
    <w:rsid w:val="00DF71C8"/>
    <w:rsid w:val="00E12298"/>
    <w:rsid w:val="00E129B8"/>
    <w:rsid w:val="00E21E7D"/>
    <w:rsid w:val="00E22FBC"/>
    <w:rsid w:val="00E24BF5"/>
    <w:rsid w:val="00E25338"/>
    <w:rsid w:val="00E51E44"/>
    <w:rsid w:val="00E62DC1"/>
    <w:rsid w:val="00E63348"/>
    <w:rsid w:val="00E742AA"/>
    <w:rsid w:val="00E77E88"/>
    <w:rsid w:val="00E8107D"/>
    <w:rsid w:val="00E924F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AE5"/>
    <w:rsid w:val="00F00F6C"/>
    <w:rsid w:val="00F070AB"/>
    <w:rsid w:val="00F17567"/>
    <w:rsid w:val="00F27A7B"/>
    <w:rsid w:val="00F526AF"/>
    <w:rsid w:val="00F53D24"/>
    <w:rsid w:val="00F617C3"/>
    <w:rsid w:val="00F7066B"/>
    <w:rsid w:val="00F83B28"/>
    <w:rsid w:val="00F974DA"/>
    <w:rsid w:val="00FA46E5"/>
    <w:rsid w:val="00FB7DBA"/>
    <w:rsid w:val="00FC1C25"/>
    <w:rsid w:val="00FC3F45"/>
    <w:rsid w:val="00FC445A"/>
    <w:rsid w:val="00FD503F"/>
    <w:rsid w:val="00FD7589"/>
    <w:rsid w:val="00FF016A"/>
    <w:rsid w:val="00FF045B"/>
    <w:rsid w:val="00FF1401"/>
    <w:rsid w:val="00FF5E7D"/>
    <w:rsid w:val="09BAFBA8"/>
    <w:rsid w:val="5994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478A792D"/>
  <w15:docId w15:val="{3B2260D7-711F-4BFC-9D87-54C765D99E9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F59A4-DEC8-43F9-9FBE-95B3D81993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CB4FAC-B27D-469A-A468-4D57CE3F217A}"/>
</file>

<file path=customXml/itemProps3.xml><?xml version="1.0" encoding="utf-8"?>
<ds:datastoreItem xmlns:ds="http://schemas.openxmlformats.org/officeDocument/2006/customXml" ds:itemID="{033A16BB-0834-4EE5-8EBE-589C31A23272}"/>
</file>

<file path=customXml/itemProps4.xml><?xml version="1.0" encoding="utf-8"?>
<ds:datastoreItem xmlns:ds="http://schemas.openxmlformats.org/officeDocument/2006/customXml" ds:itemID="{BD500EB1-F6DF-4C6A-B302-9C57127EFC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2019-07-04T06:49:00.0000000Z</lastPrinted>
  <dcterms:created xsi:type="dcterms:W3CDTF">2021-10-01T10:06:00.0000000Z</dcterms:created>
  <dcterms:modified xsi:type="dcterms:W3CDTF">2021-10-05T19:18:51.6952666Z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